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58" w:type="dxa"/>
        <w:jc w:val="center"/>
        <w:tblLayout w:type="fixed"/>
        <w:tblLook w:val="00A0"/>
      </w:tblPr>
      <w:tblGrid>
        <w:gridCol w:w="1726"/>
        <w:gridCol w:w="448"/>
        <w:gridCol w:w="464"/>
        <w:gridCol w:w="1618"/>
        <w:gridCol w:w="447"/>
        <w:gridCol w:w="1179"/>
        <w:gridCol w:w="579"/>
        <w:gridCol w:w="518"/>
        <w:gridCol w:w="612"/>
        <w:gridCol w:w="448"/>
        <w:gridCol w:w="447"/>
        <w:gridCol w:w="447"/>
        <w:gridCol w:w="1421"/>
        <w:gridCol w:w="447"/>
        <w:gridCol w:w="447"/>
        <w:gridCol w:w="1350"/>
        <w:gridCol w:w="447"/>
        <w:gridCol w:w="1313"/>
      </w:tblGrid>
      <w:tr w:rsidR="00FD6157" w:rsidRPr="00A818DF" w:rsidTr="007B1499">
        <w:trPr>
          <w:trHeight w:val="610"/>
          <w:jc w:val="center"/>
        </w:trPr>
        <w:tc>
          <w:tcPr>
            <w:tcW w:w="14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157" w:rsidRPr="00A818DF" w:rsidRDefault="00FD6157" w:rsidP="007B149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18DF">
              <w:rPr>
                <w:rFonts w:ascii="Times New Roman" w:hAnsi="Times New Roman"/>
                <w:sz w:val="18"/>
                <w:szCs w:val="18"/>
              </w:rPr>
              <w:t>Перечень муниципальных услуг и работ, планируемых к предоставлению физическим лицам Муниципальным автономным учреждением Курчанского сельского  поселения Темрюкского района «МАУ Культура плюс»</w:t>
            </w:r>
          </w:p>
        </w:tc>
      </w:tr>
      <w:tr w:rsidR="00FD6157" w:rsidRPr="00A818DF" w:rsidTr="007B1499">
        <w:trPr>
          <w:trHeight w:val="445"/>
          <w:jc w:val="center"/>
        </w:trPr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Наименование услуги (работы)</w:t>
            </w: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Реестровый номер услуги</w:t>
            </w:r>
          </w:p>
        </w:tc>
        <w:tc>
          <w:tcPr>
            <w:tcW w:w="4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 органа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D6157" w:rsidRPr="00A818DF" w:rsidRDefault="00FD6157" w:rsidP="007B1499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органа, осуществляющего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функции учредителя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 учреждения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муниципального учреждения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Содержание услуги (работы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Условия оказания услуги (работы)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Вид деятельности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Категория потребителей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Качество услуги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Платность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Объем услуги</w:t>
            </w:r>
          </w:p>
          <w:p w:rsidR="00FD6157" w:rsidRPr="00A818DF" w:rsidRDefault="00FD6157" w:rsidP="007B1499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Реквизиты НПА</w:t>
            </w:r>
          </w:p>
        </w:tc>
      </w:tr>
      <w:tr w:rsidR="00FD6157" w:rsidRPr="00A818DF" w:rsidTr="007B1499">
        <w:trPr>
          <w:cantSplit/>
          <w:trHeight w:val="1403"/>
          <w:jc w:val="center"/>
        </w:trPr>
        <w:tc>
          <w:tcPr>
            <w:tcW w:w="1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Значение показателя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Значение показателя</w:t>
            </w:r>
          </w:p>
        </w:tc>
        <w:tc>
          <w:tcPr>
            <w:tcW w:w="4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Единицы измерения</w:t>
            </w:r>
          </w:p>
        </w:tc>
        <w:tc>
          <w:tcPr>
            <w:tcW w:w="4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Единицы измерения</w:t>
            </w:r>
          </w:p>
        </w:tc>
        <w:tc>
          <w:tcPr>
            <w:tcW w:w="1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D6157" w:rsidRPr="00A818DF" w:rsidTr="007B1499">
        <w:trPr>
          <w:cantSplit/>
          <w:trHeight w:val="1233"/>
          <w:jc w:val="center"/>
        </w:trPr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Библиотечное,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библиографическое и информационное обслуживание пользователей</w:t>
            </w: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225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07011000000000001001100</w:t>
            </w:r>
          </w:p>
        </w:tc>
        <w:tc>
          <w:tcPr>
            <w:tcW w:w="4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01491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sz w:val="18"/>
                <w:szCs w:val="18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val="en-US" w:eastAsia="ru-RU"/>
              </w:rPr>
              <w:t>U0027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sz w:val="18"/>
                <w:szCs w:val="18"/>
              </w:rPr>
              <w:t>МАУ «Культура плюс»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</w:rPr>
              <w:t>Выдача  книг и других документов из библиотечного фонда во временное  пользование</w:t>
            </w:r>
          </w:p>
        </w:tc>
        <w:tc>
          <w:tcPr>
            <w:tcW w:w="5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</w:rPr>
              <w:t>Повышение уровня удовлетворенности населения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Способы обслуживания (пользователей библиотеки)</w:t>
            </w: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стационарных условиях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Культура, кинематография, архивное дело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Физические лица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AF1DD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Количество посещений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FD6157" w:rsidRPr="00A818DF" w:rsidRDefault="00FD6157" w:rsidP="007B1499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бесплатность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DE9D9"/>
            <w:vAlign w:val="center"/>
          </w:tcPr>
          <w:p w:rsidR="00FD6157" w:rsidRPr="00A818DF" w:rsidRDefault="00FD6157" w:rsidP="007B1499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Количество постоянных пользователей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FD6157" w:rsidRPr="00A818DF" w:rsidRDefault="00FD6157" w:rsidP="007B1499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AF1DD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Федеральный закон от 29.12.1994 78-ФЗ О библиотечном деле, Устав Курчанского сельского поселения Темрюкского района</w:t>
            </w:r>
          </w:p>
        </w:tc>
      </w:tr>
      <w:tr w:rsidR="00FD6157" w:rsidRPr="00A818DF" w:rsidTr="007B1499">
        <w:trPr>
          <w:cantSplit/>
          <w:trHeight w:val="1265"/>
          <w:jc w:val="center"/>
        </w:trPr>
        <w:tc>
          <w:tcPr>
            <w:tcW w:w="17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225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4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7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left w:val="nil"/>
              <w:right w:val="single" w:sz="4" w:space="0" w:color="auto"/>
            </w:tcBorders>
            <w:shd w:val="clear" w:color="auto" w:fill="EAF1DD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8" w:type="dxa"/>
            <w:vMerge/>
            <w:tcBorders>
              <w:left w:val="nil"/>
              <w:right w:val="single" w:sz="4" w:space="0" w:color="auto"/>
            </w:tcBorders>
            <w:shd w:val="clear" w:color="auto" w:fill="EAF1DD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nil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nil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7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7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Количество книговыдач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47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DE9D9"/>
            <w:vAlign w:val="center"/>
          </w:tcPr>
          <w:p w:rsidR="00FD6157" w:rsidRPr="00A818DF" w:rsidRDefault="00FD6157" w:rsidP="007B1499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Объем совокупного фонда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FD6157" w:rsidRPr="00A818DF" w:rsidRDefault="00FD6157" w:rsidP="007B1499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313" w:type="dxa"/>
            <w:vMerge/>
            <w:tcBorders>
              <w:left w:val="nil"/>
              <w:right w:val="single" w:sz="4" w:space="0" w:color="auto"/>
            </w:tcBorders>
            <w:shd w:val="clear" w:color="auto" w:fill="EAF1DD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D6157" w:rsidRPr="00A818DF" w:rsidTr="007B1499">
        <w:trPr>
          <w:cantSplit/>
          <w:trHeight w:val="2815"/>
          <w:jc w:val="center"/>
        </w:trPr>
        <w:tc>
          <w:tcPr>
            <w:tcW w:w="1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225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Наличие жалоб со стороны потребителей на предоставление услуг низкого качества  и в неполном объеме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6157" w:rsidRPr="00A818DF" w:rsidRDefault="00FD6157" w:rsidP="007B14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Количество проведенных тематических мероприятий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FD6157" w:rsidRPr="00A818DF" w:rsidRDefault="00FD6157" w:rsidP="007B1499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818DF">
              <w:rPr>
                <w:rFonts w:ascii="Times New Roman" w:hAnsi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3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D6157" w:rsidRPr="00A818DF" w:rsidRDefault="00FD6157" w:rsidP="007B14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FD6157" w:rsidRPr="00A818DF" w:rsidRDefault="00FD6157" w:rsidP="00FF0B4C"/>
    <w:p w:rsidR="00FD6157" w:rsidRPr="00A818DF" w:rsidRDefault="00FD6157" w:rsidP="00FF0B4C"/>
    <w:p w:rsidR="00FD6157" w:rsidRPr="00A818DF" w:rsidRDefault="00FD6157" w:rsidP="00FF0B4C"/>
    <w:p w:rsidR="00FD6157" w:rsidRPr="00A818DF" w:rsidRDefault="00FD6157" w:rsidP="00FF0B4C"/>
    <w:tbl>
      <w:tblPr>
        <w:tblW w:w="14536" w:type="dxa"/>
        <w:jc w:val="center"/>
        <w:tblInd w:w="-601" w:type="dxa"/>
        <w:tblLayout w:type="fixed"/>
        <w:tblLook w:val="00A0"/>
      </w:tblPr>
      <w:tblGrid>
        <w:gridCol w:w="1985"/>
        <w:gridCol w:w="417"/>
        <w:gridCol w:w="284"/>
        <w:gridCol w:w="1564"/>
        <w:gridCol w:w="284"/>
        <w:gridCol w:w="1137"/>
        <w:gridCol w:w="399"/>
        <w:gridCol w:w="505"/>
        <w:gridCol w:w="567"/>
        <w:gridCol w:w="567"/>
        <w:gridCol w:w="425"/>
        <w:gridCol w:w="426"/>
        <w:gridCol w:w="1559"/>
        <w:gridCol w:w="567"/>
        <w:gridCol w:w="425"/>
        <w:gridCol w:w="1411"/>
        <w:gridCol w:w="567"/>
        <w:gridCol w:w="1447"/>
      </w:tblGrid>
      <w:tr w:rsidR="00FD6157" w:rsidRPr="007B1499" w:rsidTr="007B1499">
        <w:trPr>
          <w:cantSplit/>
          <w:trHeight w:val="1233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FD6157" w:rsidRPr="007B1499" w:rsidRDefault="00FD6157" w:rsidP="003D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225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07025100000000000004100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01491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sz w:val="18"/>
                <w:szCs w:val="18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7B1499">
              <w:rPr>
                <w:rFonts w:ascii="Times New Roman" w:hAnsi="Times New Roman"/>
                <w:color w:val="000000"/>
                <w:sz w:val="18"/>
                <w:szCs w:val="18"/>
                <w:lang w:val="en-US" w:eastAsia="ru-RU"/>
              </w:rPr>
              <w:t>U0027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sz w:val="18"/>
                <w:szCs w:val="18"/>
              </w:rPr>
              <w:t>МАУ «Культура плюс»</w:t>
            </w:r>
          </w:p>
        </w:tc>
        <w:tc>
          <w:tcPr>
            <w:tcW w:w="3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AF1DD"/>
            <w:textDirection w:val="btL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B1499">
              <w:rPr>
                <w:rFonts w:ascii="Times New Roman" w:hAnsi="Times New Roman"/>
                <w:color w:val="000000"/>
                <w:sz w:val="18"/>
                <w:szCs w:val="18"/>
              </w:rPr>
              <w:t>Занятия в клубных формированиях, кружках и секциях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AF1DD"/>
            <w:textDirection w:val="btLr"/>
          </w:tcPr>
          <w:p w:rsidR="00FD6157" w:rsidRPr="007B1499" w:rsidRDefault="00FD6157" w:rsidP="00C05B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B1499">
              <w:rPr>
                <w:rFonts w:ascii="Times New Roman" w:hAnsi="Times New Roman"/>
                <w:color w:val="000000"/>
                <w:sz w:val="18"/>
                <w:szCs w:val="18"/>
              </w:rPr>
              <w:t>Увеличение количества участников клубных формирований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Общность интересов в совместной творческой деятельности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FD6157" w:rsidRPr="007B1499" w:rsidRDefault="00FD6157" w:rsidP="00C05B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Регулярно в течение года согласно графика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Культура, кинематография, архивное дело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C05B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Физические лица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AF1DD"/>
            <w:vAlign w:val="center"/>
          </w:tcPr>
          <w:p w:rsidR="00FD6157" w:rsidRPr="007B1499" w:rsidRDefault="00FD6157" w:rsidP="004532E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Количество выступлений творческих коллективов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FD6157" w:rsidRPr="007B1499" w:rsidRDefault="00FD6157" w:rsidP="00D93C7E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sz w:val="18"/>
                <w:szCs w:val="18"/>
                <w:lang w:eastAsia="ru-RU"/>
              </w:rPr>
              <w:t>коллективы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бесплатность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FD6157" w:rsidRPr="007B1499" w:rsidRDefault="00FD6157" w:rsidP="004532E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Количество клубных формирований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FD6157" w:rsidRPr="007B1499" w:rsidRDefault="00FD6157" w:rsidP="005D1E23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sz w:val="18"/>
                <w:szCs w:val="18"/>
                <w:lang w:eastAsia="ru-RU"/>
              </w:rPr>
              <w:t>коллективы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D6157" w:rsidRPr="007B1499" w:rsidRDefault="00FD6157" w:rsidP="003D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Закон от 09.10.1992 3612-1 Основы законодательства Российской Федерации о культуре, Устав Курчанского сельского поселения Темрюкского района </w:t>
            </w:r>
          </w:p>
        </w:tc>
      </w:tr>
      <w:tr w:rsidR="00FD6157" w:rsidRPr="007B1499" w:rsidTr="007B1499">
        <w:trPr>
          <w:cantSplit/>
          <w:trHeight w:val="126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FD6157" w:rsidRPr="007B1499" w:rsidRDefault="00FD6157" w:rsidP="003D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225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left w:val="nil"/>
              <w:right w:val="single" w:sz="4" w:space="0" w:color="auto"/>
            </w:tcBorders>
            <w:shd w:val="clear" w:color="auto" w:fill="EAF1DD"/>
          </w:tcPr>
          <w:p w:rsidR="00FD6157" w:rsidRPr="007B1499" w:rsidRDefault="00FD6157" w:rsidP="003D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5" w:type="dxa"/>
            <w:vMerge/>
            <w:tcBorders>
              <w:left w:val="nil"/>
              <w:right w:val="single" w:sz="4" w:space="0" w:color="auto"/>
            </w:tcBorders>
            <w:shd w:val="clear" w:color="auto" w:fill="EAF1DD"/>
          </w:tcPr>
          <w:p w:rsidR="00FD6157" w:rsidRPr="007B1499" w:rsidRDefault="00FD6157" w:rsidP="003D6B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D6157" w:rsidRPr="007B1499" w:rsidRDefault="00FD6157" w:rsidP="004532E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Количество коллективов участников фестивалей и конкурсов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FD6157" w:rsidRPr="007B1499" w:rsidRDefault="00FD6157" w:rsidP="005D1E23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sz w:val="18"/>
                <w:szCs w:val="18"/>
                <w:lang w:eastAsia="ru-RU"/>
              </w:rPr>
              <w:t>коллективы</w:t>
            </w: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FD6157" w:rsidRPr="007B1499" w:rsidRDefault="00FD6157" w:rsidP="004532E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FD6157" w:rsidRPr="007B1499" w:rsidRDefault="00FD6157" w:rsidP="003D6B8F">
            <w:pPr>
              <w:pStyle w:val="NoSpacing"/>
              <w:ind w:left="113" w:right="113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D6157" w:rsidRPr="007B1499" w:rsidRDefault="00FD6157" w:rsidP="003D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D6157" w:rsidRPr="007B1499" w:rsidTr="007B1499">
        <w:trPr>
          <w:cantSplit/>
          <w:trHeight w:val="77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FD6157" w:rsidRPr="007B1499" w:rsidRDefault="00FD6157" w:rsidP="003D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225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left w:val="nil"/>
              <w:right w:val="single" w:sz="4" w:space="0" w:color="auto"/>
            </w:tcBorders>
            <w:shd w:val="clear" w:color="auto" w:fill="EAF1DD"/>
          </w:tcPr>
          <w:p w:rsidR="00FD6157" w:rsidRPr="007B1499" w:rsidRDefault="00FD6157" w:rsidP="003D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5" w:type="dxa"/>
            <w:vMerge/>
            <w:tcBorders>
              <w:left w:val="nil"/>
              <w:right w:val="single" w:sz="4" w:space="0" w:color="auto"/>
            </w:tcBorders>
            <w:shd w:val="clear" w:color="auto" w:fill="EAF1DD"/>
          </w:tcPr>
          <w:p w:rsidR="00FD6157" w:rsidRPr="007B1499" w:rsidRDefault="00FD6157" w:rsidP="003D6B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D6157" w:rsidRPr="007B1499" w:rsidRDefault="00FD6157" w:rsidP="004532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Наличие коллективов со званием «Народный»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FD6157" w:rsidRPr="007B1499" w:rsidRDefault="00FD6157" w:rsidP="005D1E23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sz w:val="18"/>
                <w:szCs w:val="18"/>
                <w:lang w:eastAsia="ru-RU"/>
              </w:rPr>
              <w:t>коллективы</w:t>
            </w: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DE9D9"/>
            <w:vAlign w:val="center"/>
          </w:tcPr>
          <w:p w:rsidR="00FD6157" w:rsidRPr="007B1499" w:rsidRDefault="00FD6157" w:rsidP="004532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Число участников клубных формирований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FD6157" w:rsidRPr="007B1499" w:rsidRDefault="00FD6157" w:rsidP="003D6B8F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447" w:type="dxa"/>
            <w:vMerge/>
            <w:tcBorders>
              <w:left w:val="nil"/>
              <w:right w:val="single" w:sz="4" w:space="0" w:color="auto"/>
            </w:tcBorders>
            <w:shd w:val="clear" w:color="auto" w:fill="EAF1DD"/>
            <w:vAlign w:val="center"/>
          </w:tcPr>
          <w:p w:rsidR="00FD6157" w:rsidRPr="007B1499" w:rsidRDefault="00FD6157" w:rsidP="003D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D6157" w:rsidRPr="007B1499" w:rsidTr="007B1499">
        <w:trPr>
          <w:cantSplit/>
          <w:trHeight w:val="77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FD6157" w:rsidRPr="007B1499" w:rsidRDefault="00FD6157" w:rsidP="003D6B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225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left w:val="nil"/>
              <w:right w:val="single" w:sz="4" w:space="0" w:color="auto"/>
            </w:tcBorders>
            <w:shd w:val="clear" w:color="auto" w:fill="EAF1DD"/>
          </w:tcPr>
          <w:p w:rsidR="00FD6157" w:rsidRPr="007B1499" w:rsidRDefault="00FD6157" w:rsidP="003D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5" w:type="dxa"/>
            <w:vMerge/>
            <w:tcBorders>
              <w:left w:val="nil"/>
              <w:right w:val="single" w:sz="4" w:space="0" w:color="auto"/>
            </w:tcBorders>
            <w:shd w:val="clear" w:color="auto" w:fill="EAF1DD"/>
          </w:tcPr>
          <w:p w:rsidR="00FD6157" w:rsidRPr="007B1499" w:rsidRDefault="00FD6157" w:rsidP="003D6B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D6157" w:rsidRPr="007B1499" w:rsidRDefault="00FD6157" w:rsidP="004532E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Разнообразие направлений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FD6157" w:rsidRPr="007B1499" w:rsidRDefault="00FD6157" w:rsidP="005D1E23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sz w:val="18"/>
                <w:szCs w:val="18"/>
                <w:lang w:eastAsia="ru-RU"/>
              </w:rPr>
              <w:t>коллективы</w:t>
            </w: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nil"/>
              <w:right w:val="single" w:sz="4" w:space="0" w:color="auto"/>
            </w:tcBorders>
            <w:shd w:val="clear" w:color="auto" w:fill="FDE9D9"/>
            <w:vAlign w:val="center"/>
          </w:tcPr>
          <w:p w:rsidR="00FD6157" w:rsidRPr="007B1499" w:rsidRDefault="00FD6157" w:rsidP="00BB324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FD6157" w:rsidRPr="007B1499" w:rsidRDefault="00FD6157" w:rsidP="003D6B8F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nil"/>
              <w:right w:val="single" w:sz="4" w:space="0" w:color="auto"/>
            </w:tcBorders>
            <w:shd w:val="clear" w:color="auto" w:fill="EAF1DD"/>
            <w:vAlign w:val="center"/>
          </w:tcPr>
          <w:p w:rsidR="00FD6157" w:rsidRPr="007B1499" w:rsidRDefault="00FD6157" w:rsidP="003D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D6157" w:rsidRPr="007B1499" w:rsidTr="007B1499">
        <w:trPr>
          <w:cantSplit/>
          <w:trHeight w:val="2272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FD6157" w:rsidRPr="007B1499" w:rsidRDefault="00FD6157" w:rsidP="003D6B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225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D6157" w:rsidRPr="007B1499" w:rsidRDefault="00FD6157" w:rsidP="003D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D6157" w:rsidRPr="007B1499" w:rsidRDefault="00FD6157" w:rsidP="003D6B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D6157" w:rsidRPr="007B1499" w:rsidRDefault="00FD6157" w:rsidP="005D1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Наличие жалоб со стороны потребителей на предоставление услуг низкого качества  и в неполном объеме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FD6157" w:rsidRPr="007B1499" w:rsidRDefault="00FD6157" w:rsidP="005D1E23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1499">
              <w:rPr>
                <w:rFonts w:ascii="Times New Roman" w:hAnsi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6157" w:rsidRPr="007B1499" w:rsidRDefault="00FD6157" w:rsidP="003D6B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FD6157" w:rsidRPr="007B1499" w:rsidRDefault="00FD6157" w:rsidP="00BB324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FD6157" w:rsidRPr="007B1499" w:rsidRDefault="00FD6157" w:rsidP="003D6B8F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D6157" w:rsidRPr="007B1499" w:rsidRDefault="00FD6157" w:rsidP="003D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FD6157" w:rsidRDefault="00FD6157" w:rsidP="00022B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6157" w:rsidRDefault="00FD6157" w:rsidP="00022B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2BEA">
        <w:rPr>
          <w:rFonts w:ascii="Times New Roman" w:hAnsi="Times New Roman"/>
          <w:sz w:val="28"/>
          <w:szCs w:val="28"/>
        </w:rPr>
        <w:t>Заместитель главы</w:t>
      </w:r>
    </w:p>
    <w:p w:rsidR="00FD6157" w:rsidRPr="00022BEA" w:rsidRDefault="00FD6157" w:rsidP="00022B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2BEA">
        <w:rPr>
          <w:rFonts w:ascii="Times New Roman" w:hAnsi="Times New Roman"/>
          <w:sz w:val="28"/>
          <w:szCs w:val="28"/>
        </w:rPr>
        <w:t xml:space="preserve">Курчанского сельского поселения                                                                 </w:t>
      </w:r>
    </w:p>
    <w:p w:rsidR="00FD6157" w:rsidRPr="00022BEA" w:rsidRDefault="00FD6157" w:rsidP="00022B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2BEA">
        <w:rPr>
          <w:rFonts w:ascii="Times New Roman" w:hAnsi="Times New Roman"/>
          <w:sz w:val="28"/>
          <w:szCs w:val="28"/>
        </w:rPr>
        <w:t>Темрюкского района</w:t>
      </w:r>
      <w:r w:rsidRPr="007B14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Е.А.</w:t>
      </w:r>
      <w:r w:rsidRPr="00022BEA">
        <w:rPr>
          <w:rFonts w:ascii="Times New Roman" w:hAnsi="Times New Roman"/>
          <w:sz w:val="28"/>
          <w:szCs w:val="28"/>
        </w:rPr>
        <w:t>Кулинич</w:t>
      </w:r>
    </w:p>
    <w:sectPr w:rsidR="00FD6157" w:rsidRPr="00022BEA" w:rsidSect="00A818DF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5A06"/>
    <w:rsid w:val="00022BEA"/>
    <w:rsid w:val="0003621B"/>
    <w:rsid w:val="00037C9A"/>
    <w:rsid w:val="00081AC8"/>
    <w:rsid w:val="000864BE"/>
    <w:rsid w:val="000900D6"/>
    <w:rsid w:val="000A1E9A"/>
    <w:rsid w:val="000A7F4F"/>
    <w:rsid w:val="000C4DC7"/>
    <w:rsid w:val="000F2FE2"/>
    <w:rsid w:val="000F552B"/>
    <w:rsid w:val="00115817"/>
    <w:rsid w:val="00123BD4"/>
    <w:rsid w:val="001501A5"/>
    <w:rsid w:val="00156F24"/>
    <w:rsid w:val="00190FCC"/>
    <w:rsid w:val="001C07B6"/>
    <w:rsid w:val="001F4894"/>
    <w:rsid w:val="00204268"/>
    <w:rsid w:val="00214A56"/>
    <w:rsid w:val="00247664"/>
    <w:rsid w:val="00250E83"/>
    <w:rsid w:val="0025549F"/>
    <w:rsid w:val="00257FAB"/>
    <w:rsid w:val="00270E78"/>
    <w:rsid w:val="00296B6E"/>
    <w:rsid w:val="002F3AD6"/>
    <w:rsid w:val="003520B9"/>
    <w:rsid w:val="0037776B"/>
    <w:rsid w:val="00384200"/>
    <w:rsid w:val="0038582F"/>
    <w:rsid w:val="003D6B8F"/>
    <w:rsid w:val="004040F8"/>
    <w:rsid w:val="0042650C"/>
    <w:rsid w:val="00433151"/>
    <w:rsid w:val="00452B7C"/>
    <w:rsid w:val="004532E8"/>
    <w:rsid w:val="00464A30"/>
    <w:rsid w:val="00486B11"/>
    <w:rsid w:val="00491FE7"/>
    <w:rsid w:val="004925FC"/>
    <w:rsid w:val="00495CDF"/>
    <w:rsid w:val="004A775A"/>
    <w:rsid w:val="004B09FB"/>
    <w:rsid w:val="004C7281"/>
    <w:rsid w:val="004D6600"/>
    <w:rsid w:val="004F36A1"/>
    <w:rsid w:val="004F3896"/>
    <w:rsid w:val="005133B7"/>
    <w:rsid w:val="005450D9"/>
    <w:rsid w:val="00550CD8"/>
    <w:rsid w:val="00572268"/>
    <w:rsid w:val="00581050"/>
    <w:rsid w:val="00593111"/>
    <w:rsid w:val="005B09A4"/>
    <w:rsid w:val="005B1A71"/>
    <w:rsid w:val="005D19C0"/>
    <w:rsid w:val="005D1E23"/>
    <w:rsid w:val="005E2E99"/>
    <w:rsid w:val="005E454E"/>
    <w:rsid w:val="005E5735"/>
    <w:rsid w:val="005E5A06"/>
    <w:rsid w:val="005F5E56"/>
    <w:rsid w:val="006302B0"/>
    <w:rsid w:val="006422A2"/>
    <w:rsid w:val="00661FA4"/>
    <w:rsid w:val="00676513"/>
    <w:rsid w:val="006A2E4F"/>
    <w:rsid w:val="006B078D"/>
    <w:rsid w:val="006B258B"/>
    <w:rsid w:val="006C2E7B"/>
    <w:rsid w:val="006C6D82"/>
    <w:rsid w:val="006E1519"/>
    <w:rsid w:val="007558C0"/>
    <w:rsid w:val="00763C49"/>
    <w:rsid w:val="00765E8E"/>
    <w:rsid w:val="007852BA"/>
    <w:rsid w:val="007972CC"/>
    <w:rsid w:val="007A40ED"/>
    <w:rsid w:val="007A5E21"/>
    <w:rsid w:val="007B1499"/>
    <w:rsid w:val="007B1B28"/>
    <w:rsid w:val="007B3C58"/>
    <w:rsid w:val="007C5D9F"/>
    <w:rsid w:val="007D28A3"/>
    <w:rsid w:val="007D7D97"/>
    <w:rsid w:val="00862C35"/>
    <w:rsid w:val="0087024E"/>
    <w:rsid w:val="00883B25"/>
    <w:rsid w:val="00886687"/>
    <w:rsid w:val="008B1EA2"/>
    <w:rsid w:val="008C0B2A"/>
    <w:rsid w:val="008D18FB"/>
    <w:rsid w:val="008D6333"/>
    <w:rsid w:val="008E27F8"/>
    <w:rsid w:val="008F647E"/>
    <w:rsid w:val="00931A08"/>
    <w:rsid w:val="00944CA5"/>
    <w:rsid w:val="009923D8"/>
    <w:rsid w:val="009C03DA"/>
    <w:rsid w:val="009C0F83"/>
    <w:rsid w:val="009C52B3"/>
    <w:rsid w:val="009D181D"/>
    <w:rsid w:val="009E4D56"/>
    <w:rsid w:val="009F5E8D"/>
    <w:rsid w:val="00A002D8"/>
    <w:rsid w:val="00A30E63"/>
    <w:rsid w:val="00A314AB"/>
    <w:rsid w:val="00A6250A"/>
    <w:rsid w:val="00A64164"/>
    <w:rsid w:val="00A818DF"/>
    <w:rsid w:val="00A85E72"/>
    <w:rsid w:val="00A97707"/>
    <w:rsid w:val="00AC3479"/>
    <w:rsid w:val="00AE3081"/>
    <w:rsid w:val="00B1712A"/>
    <w:rsid w:val="00B24394"/>
    <w:rsid w:val="00B375C4"/>
    <w:rsid w:val="00B44836"/>
    <w:rsid w:val="00B4617B"/>
    <w:rsid w:val="00B60D7F"/>
    <w:rsid w:val="00B614DF"/>
    <w:rsid w:val="00B914EB"/>
    <w:rsid w:val="00B91915"/>
    <w:rsid w:val="00B95F71"/>
    <w:rsid w:val="00BB324A"/>
    <w:rsid w:val="00BB3BC2"/>
    <w:rsid w:val="00BC71F3"/>
    <w:rsid w:val="00BE5707"/>
    <w:rsid w:val="00BF0530"/>
    <w:rsid w:val="00C04773"/>
    <w:rsid w:val="00C05B0A"/>
    <w:rsid w:val="00C10A56"/>
    <w:rsid w:val="00C15477"/>
    <w:rsid w:val="00C32C22"/>
    <w:rsid w:val="00C44550"/>
    <w:rsid w:val="00C53DDB"/>
    <w:rsid w:val="00C802ED"/>
    <w:rsid w:val="00C85671"/>
    <w:rsid w:val="00C92D7D"/>
    <w:rsid w:val="00CA37CE"/>
    <w:rsid w:val="00CB3FC1"/>
    <w:rsid w:val="00CB668E"/>
    <w:rsid w:val="00CB74C2"/>
    <w:rsid w:val="00CC0DAD"/>
    <w:rsid w:val="00CC4161"/>
    <w:rsid w:val="00CC6CF4"/>
    <w:rsid w:val="00CF195E"/>
    <w:rsid w:val="00D662B3"/>
    <w:rsid w:val="00D93C7E"/>
    <w:rsid w:val="00DA1660"/>
    <w:rsid w:val="00DA2A80"/>
    <w:rsid w:val="00DB5608"/>
    <w:rsid w:val="00DC6818"/>
    <w:rsid w:val="00DD28AD"/>
    <w:rsid w:val="00DD7D91"/>
    <w:rsid w:val="00DE384F"/>
    <w:rsid w:val="00DE3A7B"/>
    <w:rsid w:val="00DE4178"/>
    <w:rsid w:val="00DE4EF3"/>
    <w:rsid w:val="00E117B6"/>
    <w:rsid w:val="00E27EBA"/>
    <w:rsid w:val="00E562A6"/>
    <w:rsid w:val="00E578CB"/>
    <w:rsid w:val="00E60BCF"/>
    <w:rsid w:val="00E6316F"/>
    <w:rsid w:val="00E63CB9"/>
    <w:rsid w:val="00E74BDC"/>
    <w:rsid w:val="00E92578"/>
    <w:rsid w:val="00E9786A"/>
    <w:rsid w:val="00EA1055"/>
    <w:rsid w:val="00EB0E85"/>
    <w:rsid w:val="00EC0350"/>
    <w:rsid w:val="00EF5D8F"/>
    <w:rsid w:val="00F2393A"/>
    <w:rsid w:val="00F27500"/>
    <w:rsid w:val="00F359E5"/>
    <w:rsid w:val="00F5680B"/>
    <w:rsid w:val="00F615C3"/>
    <w:rsid w:val="00F63C98"/>
    <w:rsid w:val="00F71CCB"/>
    <w:rsid w:val="00F85626"/>
    <w:rsid w:val="00F945A5"/>
    <w:rsid w:val="00F953E2"/>
    <w:rsid w:val="00F97EFE"/>
    <w:rsid w:val="00FD6157"/>
    <w:rsid w:val="00FF0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A0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E5A06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63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31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121</TotalTime>
  <Pages>2</Pages>
  <Words>448</Words>
  <Characters>2555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12</cp:revision>
  <cp:lastPrinted>2015-02-12T16:43:00Z</cp:lastPrinted>
  <dcterms:created xsi:type="dcterms:W3CDTF">2015-02-12T08:58:00Z</dcterms:created>
  <dcterms:modified xsi:type="dcterms:W3CDTF">2015-02-13T05:49:00Z</dcterms:modified>
</cp:coreProperties>
</file>